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B5626" w14:textId="60C19DEB" w:rsidR="00903921" w:rsidRPr="003C626B" w:rsidRDefault="00903921" w:rsidP="006F3011">
      <w:pPr>
        <w:pStyle w:val="Heading1"/>
        <w:spacing w:before="0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Algemene beschrijving</w:t>
      </w:r>
    </w:p>
    <w:p w14:paraId="7784C0CD" w14:textId="54DBF131" w:rsidR="00A866E4" w:rsidRPr="003C626B" w:rsidRDefault="00C75E62" w:rsidP="00A866E4">
      <w:pPr>
        <w:pStyle w:val="Bulleted1"/>
        <w:rPr>
          <w:rFonts w:ascii="Arial" w:hAnsi="Arial" w:cs="Arial"/>
        </w:rPr>
      </w:pPr>
      <w:r>
        <w:rPr>
          <w:rFonts w:ascii="Arial" w:hAnsi="Arial" w:cs="Arial"/>
        </w:rPr>
        <w:t>vloerput voor het maken van een inloopdouche met een PVC vloerafwerking heeft een</w:t>
      </w:r>
      <w:r w:rsidR="00B675DB" w:rsidRPr="003C626B">
        <w:rPr>
          <w:rFonts w:ascii="Arial" w:hAnsi="Arial" w:cs="Arial"/>
        </w:rPr>
        <w:t xml:space="preserve"> </w:t>
      </w:r>
      <w:r w:rsidR="00752302" w:rsidRPr="003C626B">
        <w:rPr>
          <w:rFonts w:ascii="Arial" w:hAnsi="Arial" w:cs="Arial"/>
        </w:rPr>
        <w:t>s</w:t>
      </w:r>
      <w:r w:rsidR="00A866E4" w:rsidRPr="003C626B">
        <w:rPr>
          <w:rFonts w:ascii="Arial" w:hAnsi="Arial" w:cs="Arial"/>
        </w:rPr>
        <w:t>ifon</w:t>
      </w:r>
      <w:r w:rsidR="00752302" w:rsidRPr="003C626B">
        <w:rPr>
          <w:rFonts w:ascii="Arial" w:hAnsi="Arial" w:cs="Arial"/>
        </w:rPr>
        <w:t xml:space="preserve"> van het "doorstroomtype"</w:t>
      </w:r>
      <w:r w:rsidR="00B675DB" w:rsidRPr="003C626B">
        <w:rPr>
          <w:rFonts w:ascii="Arial" w:hAnsi="Arial" w:cs="Arial"/>
        </w:rPr>
        <w:t xml:space="preserve"> en horizontale uitgang</w:t>
      </w:r>
      <w:r w:rsidR="00752302" w:rsidRPr="003C626B">
        <w:rPr>
          <w:rFonts w:ascii="Arial" w:hAnsi="Arial" w:cs="Arial"/>
        </w:rPr>
        <w:t>,</w:t>
      </w:r>
      <w:r w:rsidR="00A866E4" w:rsidRPr="003C626B">
        <w:rPr>
          <w:rFonts w:ascii="Arial" w:hAnsi="Arial" w:cs="Arial"/>
        </w:rPr>
        <w:t xml:space="preserve"> </w:t>
      </w:r>
      <w:r w:rsidR="00B675DB" w:rsidRPr="003C626B">
        <w:rPr>
          <w:rFonts w:ascii="Arial" w:hAnsi="Arial" w:cs="Arial"/>
        </w:rPr>
        <w:t xml:space="preserve">is </w:t>
      </w:r>
      <w:r w:rsidR="00A866E4" w:rsidRPr="003C626B">
        <w:rPr>
          <w:rFonts w:ascii="Arial" w:hAnsi="Arial" w:cs="Arial"/>
        </w:rPr>
        <w:t>ontworpen om te worden aangesloten aan de afvoeropening van een douchegoot</w:t>
      </w:r>
    </w:p>
    <w:p w14:paraId="3AE55FE0" w14:textId="77777777"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hoogte van het waterslot: </w:t>
      </w:r>
      <w:r w:rsidR="00EF200A" w:rsidRPr="003C626B">
        <w:rPr>
          <w:rFonts w:ascii="Arial" w:hAnsi="Arial" w:cs="Arial"/>
        </w:rPr>
        <w:t>3</w:t>
      </w:r>
      <w:r w:rsidRPr="003C626B">
        <w:rPr>
          <w:rFonts w:ascii="Arial" w:hAnsi="Arial" w:cs="Arial"/>
        </w:rPr>
        <w:t>0 mm</w:t>
      </w:r>
    </w:p>
    <w:p w14:paraId="0C9BE154" w14:textId="4ADAF08B"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</w:t>
      </w:r>
      <w:r w:rsidR="00C75E62">
        <w:rPr>
          <w:rFonts w:ascii="Arial" w:hAnsi="Arial" w:cs="Arial"/>
        </w:rPr>
        <w:t>vloerput</w:t>
      </w:r>
      <w:r w:rsidRPr="003C626B">
        <w:rPr>
          <w:rFonts w:ascii="Arial" w:hAnsi="Arial" w:cs="Arial"/>
        </w:rPr>
        <w:t xml:space="preserve"> wordt geïntegreerd in de hoogte van de chape</w:t>
      </w:r>
    </w:p>
    <w:p w14:paraId="53201BE5" w14:textId="77777777" w:rsidR="00297424" w:rsidRPr="003C626B" w:rsidRDefault="00297424" w:rsidP="00297424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Materiaal en eigenschappen</w:t>
      </w:r>
    </w:p>
    <w:p w14:paraId="11DB0BDE" w14:textId="77777777" w:rsidR="00B86FCC" w:rsidRPr="003C626B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t>Materiaal</w:t>
      </w:r>
    </w:p>
    <w:p w14:paraId="1B62F7CD" w14:textId="77777777" w:rsidR="0081047B" w:rsidRPr="003C626B" w:rsidRDefault="007C145B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</w:t>
      </w:r>
      <w:r w:rsidR="00752302" w:rsidRPr="003C626B">
        <w:rPr>
          <w:rFonts w:ascii="Arial" w:hAnsi="Arial" w:cs="Arial"/>
        </w:rPr>
        <w:t xml:space="preserve"> sifon </w:t>
      </w:r>
      <w:r w:rsidRPr="003C626B">
        <w:rPr>
          <w:rFonts w:ascii="Arial" w:hAnsi="Arial" w:cs="Arial"/>
        </w:rPr>
        <w:t xml:space="preserve">is </w:t>
      </w:r>
      <w:r w:rsidR="00752302" w:rsidRPr="003C626B">
        <w:rPr>
          <w:rFonts w:ascii="Arial" w:hAnsi="Arial" w:cs="Arial"/>
        </w:rPr>
        <w:t>van PE</w:t>
      </w:r>
      <w:r w:rsidR="001008E9" w:rsidRPr="003C626B">
        <w:rPr>
          <w:rFonts w:ascii="Arial" w:hAnsi="Arial" w:cs="Arial"/>
        </w:rPr>
        <w:t>-HD</w:t>
      </w:r>
    </w:p>
    <w:p w14:paraId="3EC93722" w14:textId="77777777" w:rsidR="00752302" w:rsidRPr="003C626B" w:rsidRDefault="00752302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afvoerbuis is van PE</w:t>
      </w:r>
      <w:r w:rsidR="001008E9" w:rsidRPr="003C626B">
        <w:rPr>
          <w:rFonts w:ascii="Arial" w:hAnsi="Arial" w:cs="Arial"/>
        </w:rPr>
        <w:t>-HD</w:t>
      </w:r>
    </w:p>
    <w:p w14:paraId="4854EE04" w14:textId="7C6B104C" w:rsidR="00691085" w:rsidRDefault="00691085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aansluitbuis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tussen </w:t>
      </w:r>
      <w:r w:rsidR="00C75E62">
        <w:rPr>
          <w:rFonts w:ascii="Arial" w:hAnsi="Arial" w:cs="Arial"/>
        </w:rPr>
        <w:t>het ronde rooster</w:t>
      </w:r>
      <w:r w:rsidRPr="003C626B">
        <w:rPr>
          <w:rFonts w:ascii="Arial" w:hAnsi="Arial" w:cs="Arial"/>
        </w:rPr>
        <w:t xml:space="preserve"> en sifon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is van P</w:t>
      </w:r>
      <w:r w:rsidR="00050723">
        <w:rPr>
          <w:rFonts w:ascii="Arial" w:hAnsi="Arial" w:cs="Arial"/>
        </w:rPr>
        <w:t>P</w:t>
      </w:r>
    </w:p>
    <w:p w14:paraId="78A1EBD5" w14:textId="4DBE1E1F" w:rsidR="00691085" w:rsidRPr="00050723" w:rsidRDefault="00050723" w:rsidP="00050723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het </w:t>
      </w:r>
      <w:r>
        <w:rPr>
          <w:rFonts w:ascii="Arial" w:hAnsi="Arial" w:cs="Arial"/>
        </w:rPr>
        <w:t>ronde rooster is van roestvrij staal</w:t>
      </w:r>
    </w:p>
    <w:p w14:paraId="76E14735" w14:textId="77777777" w:rsidR="00945AE1" w:rsidRPr="003C626B" w:rsidRDefault="00945AE1" w:rsidP="00945AE1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bookmarkStart w:id="0" w:name="_Hlk35850410"/>
      <w:r w:rsidRPr="003C626B">
        <w:rPr>
          <w:rFonts w:ascii="Arial" w:hAnsi="Arial" w:cs="Arial"/>
          <w:b/>
          <w:u w:val="none"/>
        </w:rPr>
        <w:t>Eigenschappen</w:t>
      </w:r>
    </w:p>
    <w:p w14:paraId="3B75ADC5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douchesifon is van het "doorstroomtype".</w:t>
      </w:r>
    </w:p>
    <w:p w14:paraId="2C983F9A" w14:textId="77777777"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de sifon is zelfreinigend</w:t>
      </w:r>
    </w:p>
    <w:p w14:paraId="67CCB309" w14:textId="77777777"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het afvoerdebiet is 0,</w:t>
      </w:r>
      <w:r w:rsidR="00EF200A" w:rsidRPr="003C626B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 xml:space="preserve"> l/s</w:t>
      </w:r>
    </w:p>
    <w:p w14:paraId="32FD5409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roest niet</w:t>
      </w:r>
    </w:p>
    <w:p w14:paraId="3B8DA919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is voorzien van een akoestische isolatie van EPS, die tegelijkertijd de behuizing is van de sifon</w:t>
      </w:r>
    </w:p>
    <w:p w14:paraId="449CF707" w14:textId="66A3C362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voor een chapehoogte van</w:t>
      </w:r>
      <w:r w:rsidR="009A4D96" w:rsidRPr="003C626B">
        <w:rPr>
          <w:rFonts w:ascii="Arial" w:hAnsi="Arial" w:cs="Arial"/>
        </w:rPr>
        <w:t>af</w:t>
      </w:r>
      <w:r w:rsidRPr="003C626B">
        <w:rPr>
          <w:rFonts w:ascii="Arial" w:hAnsi="Arial" w:cs="Arial"/>
        </w:rPr>
        <w:t xml:space="preserve"> </w:t>
      </w:r>
      <w:r w:rsidR="00050723">
        <w:rPr>
          <w:rFonts w:ascii="Arial" w:hAnsi="Arial" w:cs="Arial"/>
        </w:rPr>
        <w:t>9</w:t>
      </w:r>
      <w:r w:rsidR="00EF200A" w:rsidRPr="003C626B">
        <w:rPr>
          <w:rFonts w:ascii="Arial" w:hAnsi="Arial" w:cs="Arial"/>
        </w:rPr>
        <w:t>,</w:t>
      </w:r>
      <w:r w:rsidR="00050723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 xml:space="preserve"> cm</w:t>
      </w:r>
      <w:r w:rsidR="00BA7D5E">
        <w:rPr>
          <w:rFonts w:ascii="Arial" w:hAnsi="Arial" w:cs="Arial"/>
        </w:rPr>
        <w:t xml:space="preserve"> </w:t>
      </w:r>
      <w:r w:rsidR="006F60E1">
        <w:rPr>
          <w:rFonts w:ascii="Arial" w:hAnsi="Arial" w:cs="Arial"/>
        </w:rPr>
        <w:t>bij het afvoerpunt</w:t>
      </w:r>
    </w:p>
    <w:p w14:paraId="54BDA44E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</w:t>
      </w:r>
      <w:r w:rsidR="00653CC8" w:rsidRPr="003C626B">
        <w:rPr>
          <w:rFonts w:ascii="Arial" w:hAnsi="Arial" w:cs="Arial"/>
        </w:rPr>
        <w:t>sifon</w:t>
      </w:r>
      <w:r w:rsidRPr="003C626B">
        <w:rPr>
          <w:rFonts w:ascii="Arial" w:hAnsi="Arial" w:cs="Arial"/>
        </w:rPr>
        <w:t xml:space="preserve"> heeft een horizontale afvoerbuis, Ø </w:t>
      </w:r>
      <w:r w:rsidR="00EF200A" w:rsidRPr="003C626B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>0 mm</w:t>
      </w:r>
    </w:p>
    <w:p w14:paraId="0A55193C" w14:textId="77777777" w:rsidR="00556914" w:rsidRPr="003C626B" w:rsidRDefault="00556914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tussen de onderkant van de afvoerbuis en de betonplaat is er een vrije ruimte van 1,</w:t>
      </w:r>
      <w:r w:rsidR="00CB56AD" w:rsidRPr="003C626B">
        <w:rPr>
          <w:rFonts w:ascii="Arial" w:hAnsi="Arial" w:cs="Arial"/>
        </w:rPr>
        <w:t>2</w:t>
      </w:r>
      <w:r w:rsidRPr="003C626B">
        <w:rPr>
          <w:rFonts w:ascii="Arial" w:hAnsi="Arial" w:cs="Arial"/>
        </w:rPr>
        <w:t xml:space="preserve"> cm; voldoende om afschot te geven</w:t>
      </w:r>
      <w:r w:rsidR="00CE6AC8" w:rsidRPr="003C626B">
        <w:rPr>
          <w:rFonts w:ascii="Arial" w:hAnsi="Arial" w:cs="Arial"/>
        </w:rPr>
        <w:t xml:space="preserve"> aan de afvoerbuis</w:t>
      </w:r>
    </w:p>
    <w:p w14:paraId="405C2A6C" w14:textId="3AA7B6A1" w:rsidR="004C32D3" w:rsidRPr="003C626B" w:rsidRDefault="004C32D3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</w:t>
      </w:r>
      <w:r w:rsidR="006F60E1">
        <w:rPr>
          <w:rFonts w:ascii="Arial" w:hAnsi="Arial" w:cs="Arial"/>
        </w:rPr>
        <w:t xml:space="preserve">voeropening van de vloerput </w:t>
      </w:r>
      <w:r w:rsidRPr="003C626B">
        <w:rPr>
          <w:rFonts w:ascii="Arial" w:hAnsi="Arial" w:cs="Arial"/>
        </w:rPr>
        <w:t xml:space="preserve">wordt beschermd tijdens het </w:t>
      </w:r>
      <w:r w:rsidR="006F60E1">
        <w:rPr>
          <w:rFonts w:ascii="Arial" w:hAnsi="Arial" w:cs="Arial"/>
        </w:rPr>
        <w:t xml:space="preserve">plaatsen van de PVC vloerbekleding, </w:t>
      </w:r>
      <w:r w:rsidR="005657C2">
        <w:rPr>
          <w:rFonts w:ascii="Arial" w:hAnsi="Arial" w:cs="Arial"/>
        </w:rPr>
        <w:t xml:space="preserve">daarna wordt met </w:t>
      </w:r>
      <w:r w:rsidR="006F60E1">
        <w:rPr>
          <w:rFonts w:ascii="Arial" w:hAnsi="Arial" w:cs="Arial"/>
        </w:rPr>
        <w:t xml:space="preserve">een mesje </w:t>
      </w:r>
      <w:r w:rsidR="005657C2">
        <w:rPr>
          <w:rFonts w:ascii="Arial" w:hAnsi="Arial" w:cs="Arial"/>
        </w:rPr>
        <w:t>dat in het i</w:t>
      </w:r>
      <w:r w:rsidR="006F60E1">
        <w:rPr>
          <w:rFonts w:ascii="Arial" w:hAnsi="Arial" w:cs="Arial"/>
        </w:rPr>
        <w:t xml:space="preserve">n het </w:t>
      </w:r>
      <w:r w:rsidR="005657C2">
        <w:rPr>
          <w:rFonts w:ascii="Arial" w:hAnsi="Arial" w:cs="Arial"/>
        </w:rPr>
        <w:t xml:space="preserve">midden van de ruwbouwbescherming wordt geplaatst, </w:t>
      </w:r>
      <w:r w:rsidR="0049717A">
        <w:rPr>
          <w:rFonts w:ascii="Arial" w:hAnsi="Arial" w:cs="Arial"/>
        </w:rPr>
        <w:t>een ronde opening gesneden in de PVC vloerbekleding</w:t>
      </w:r>
    </w:p>
    <w:p w14:paraId="2AD44D2C" w14:textId="7CA870AA" w:rsidR="005155C1" w:rsidRDefault="00F77FAD" w:rsidP="00DA2A59">
      <w:pPr>
        <w:pStyle w:val="Bulleted1"/>
        <w:rPr>
          <w:rFonts w:ascii="Arial" w:hAnsi="Arial" w:cs="Arial"/>
        </w:rPr>
      </w:pPr>
      <w:r>
        <w:rPr>
          <w:rFonts w:ascii="Arial" w:hAnsi="Arial" w:cs="Arial"/>
        </w:rPr>
        <w:t xml:space="preserve">de PVC vloerbekleding wordt gekneld in </w:t>
      </w:r>
      <w:r w:rsidR="005657C2">
        <w:rPr>
          <w:rFonts w:ascii="Arial" w:hAnsi="Arial" w:cs="Arial"/>
        </w:rPr>
        <w:t xml:space="preserve">de afvoeropening met </w:t>
      </w:r>
      <w:r>
        <w:rPr>
          <w:rFonts w:ascii="Arial" w:hAnsi="Arial" w:cs="Arial"/>
        </w:rPr>
        <w:t xml:space="preserve">een </w:t>
      </w:r>
      <w:r w:rsidR="005657C2">
        <w:rPr>
          <w:rFonts w:ascii="Arial" w:hAnsi="Arial" w:cs="Arial"/>
        </w:rPr>
        <w:t xml:space="preserve">aan te draaien </w:t>
      </w:r>
      <w:r>
        <w:rPr>
          <w:rFonts w:ascii="Arial" w:hAnsi="Arial" w:cs="Arial"/>
        </w:rPr>
        <w:t>klemflens</w:t>
      </w:r>
    </w:p>
    <w:p w14:paraId="131A0985" w14:textId="7971DBFE" w:rsidR="005657C2" w:rsidRPr="005657C2" w:rsidRDefault="005657C2" w:rsidP="00DA2A59">
      <w:pPr>
        <w:pStyle w:val="Bulleted1"/>
        <w:rPr>
          <w:rFonts w:ascii="Arial" w:hAnsi="Arial" w:cs="Arial"/>
        </w:rPr>
      </w:pPr>
      <w:r>
        <w:t>de haarvanger is uitneembaar voor reiniging</w:t>
      </w:r>
    </w:p>
    <w:p w14:paraId="2011AA31" w14:textId="0234F5FC" w:rsidR="005657C2" w:rsidRPr="003C626B" w:rsidRDefault="005657C2" w:rsidP="00DA2A59">
      <w:pPr>
        <w:pStyle w:val="Bulleted1"/>
        <w:rPr>
          <w:rFonts w:ascii="Arial" w:hAnsi="Arial" w:cs="Arial"/>
        </w:rPr>
      </w:pPr>
      <w:r>
        <w:rPr>
          <w:rFonts w:ascii="Arial" w:hAnsi="Arial"/>
        </w:rPr>
        <w:t xml:space="preserve">de </w:t>
      </w:r>
      <w:r>
        <w:rPr>
          <w:rFonts w:ascii="Arial" w:hAnsi="Arial"/>
        </w:rPr>
        <w:t xml:space="preserve">vloerput </w:t>
      </w:r>
      <w:r>
        <w:rPr>
          <w:rFonts w:ascii="Arial" w:hAnsi="Arial"/>
        </w:rPr>
        <w:t>is belastbaar met maximaal 300 kg</w:t>
      </w:r>
    </w:p>
    <w:bookmarkEnd w:id="0"/>
    <w:p w14:paraId="2DA165F4" w14:textId="77777777" w:rsidR="00B675DB" w:rsidRPr="003C626B" w:rsidRDefault="00B675DB">
      <w:pPr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br w:type="page"/>
      </w:r>
    </w:p>
    <w:p w14:paraId="23D11ABB" w14:textId="594D9A57" w:rsidR="00FB49E3" w:rsidRPr="003C626B" w:rsidRDefault="00FB49E3" w:rsidP="00FB49E3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lastRenderedPageBreak/>
        <w:t>Afmetinge</w:t>
      </w:r>
      <w:r w:rsidR="00DE3392" w:rsidRPr="003C626B">
        <w:rPr>
          <w:rFonts w:ascii="Arial" w:hAnsi="Arial" w:cs="Arial"/>
          <w:b/>
          <w:u w:val="none"/>
        </w:rPr>
        <w:t>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FB2ACF" w:rsidRPr="003C626B" w14:paraId="2AC1DC8E" w14:textId="77777777" w:rsidTr="00FB2ACF">
        <w:tc>
          <w:tcPr>
            <w:tcW w:w="1163" w:type="dxa"/>
          </w:tcPr>
          <w:p w14:paraId="27FB50A7" w14:textId="128488B9" w:rsidR="00FB2ACF" w:rsidRPr="00635E8A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>hoogte:</w:t>
            </w:r>
            <w:r w:rsidR="005657C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</w:tcPr>
          <w:p w14:paraId="6F51CC8A" w14:textId="3E2CB98B" w:rsidR="00FB2ACF" w:rsidRPr="00635E8A" w:rsidRDefault="005657C2" w:rsidP="003308B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van </w:t>
            </w:r>
            <w:r w:rsidR="00F77FAD">
              <w:rPr>
                <w:rFonts w:ascii="Arial" w:hAnsi="Arial" w:cs="Arial"/>
              </w:rPr>
              <w:t>9</w:t>
            </w:r>
            <w:r w:rsidR="00CB56AD" w:rsidRPr="00635E8A">
              <w:rPr>
                <w:rFonts w:ascii="Arial" w:hAnsi="Arial" w:cs="Arial"/>
              </w:rPr>
              <w:t>,</w:t>
            </w:r>
            <w:r w:rsidR="00F77FAD">
              <w:rPr>
                <w:rFonts w:ascii="Arial" w:hAnsi="Arial" w:cs="Arial"/>
              </w:rPr>
              <w:t>4</w:t>
            </w:r>
          </w:p>
        </w:tc>
        <w:tc>
          <w:tcPr>
            <w:tcW w:w="85" w:type="dxa"/>
          </w:tcPr>
          <w:p w14:paraId="3020BAFA" w14:textId="77777777" w:rsidR="00FB2ACF" w:rsidRPr="00635E8A" w:rsidRDefault="00FB2ACF" w:rsidP="003308B9">
            <w:pPr>
              <w:rPr>
                <w:rFonts w:ascii="Arial" w:hAnsi="Arial" w:cs="Arial"/>
              </w:rPr>
            </w:pPr>
          </w:p>
        </w:tc>
        <w:tc>
          <w:tcPr>
            <w:tcW w:w="6997" w:type="dxa"/>
          </w:tcPr>
          <w:p w14:paraId="72B1D193" w14:textId="4BEE93C3" w:rsidR="00FB2ACF" w:rsidRPr="003C626B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 xml:space="preserve">tot </w:t>
            </w:r>
            <w:r w:rsidR="00CB56AD" w:rsidRPr="00635E8A">
              <w:rPr>
                <w:rFonts w:ascii="Arial" w:hAnsi="Arial" w:cs="Arial"/>
              </w:rPr>
              <w:t>1</w:t>
            </w:r>
            <w:r w:rsidR="005657C2">
              <w:rPr>
                <w:rFonts w:ascii="Arial" w:hAnsi="Arial" w:cs="Arial"/>
              </w:rPr>
              <w:t>7</w:t>
            </w:r>
            <w:r w:rsidR="00CB56AD" w:rsidRPr="00635E8A">
              <w:rPr>
                <w:rFonts w:ascii="Arial" w:hAnsi="Arial" w:cs="Arial"/>
              </w:rPr>
              <w:t>,</w:t>
            </w:r>
            <w:r w:rsidR="005657C2">
              <w:rPr>
                <w:rFonts w:ascii="Arial" w:hAnsi="Arial" w:cs="Arial"/>
              </w:rPr>
              <w:t>5</w:t>
            </w:r>
            <w:r w:rsidRPr="00635E8A">
              <w:rPr>
                <w:rFonts w:ascii="Arial" w:hAnsi="Arial" w:cs="Arial"/>
              </w:rPr>
              <w:t xml:space="preserve"> cm</w:t>
            </w:r>
          </w:p>
        </w:tc>
      </w:tr>
    </w:tbl>
    <w:p w14:paraId="04A15E02" w14:textId="56BA770D" w:rsidR="005657C2" w:rsidRPr="003C626B" w:rsidRDefault="005657C2" w:rsidP="005657C2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>
        <w:rPr>
          <w:rFonts w:ascii="Arial" w:hAnsi="Arial" w:cs="Arial"/>
          <w:b/>
          <w:u w:val="none"/>
        </w:rPr>
        <w:t>T</w:t>
      </w:r>
      <w:r>
        <w:rPr>
          <w:rFonts w:ascii="Arial" w:hAnsi="Arial" w:cs="Arial"/>
          <w:b/>
          <w:u w:val="none"/>
        </w:rPr>
        <w:t>oebehoren</w:t>
      </w:r>
    </w:p>
    <w:p w14:paraId="5216DF8E" w14:textId="254ABDF5" w:rsidR="005657C2" w:rsidRPr="0049798B" w:rsidRDefault="005657C2" w:rsidP="005657C2">
      <w:pPr>
        <w:pStyle w:val="Bulleted1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Rond rooster van roestvrij staal om vast te schroeven, om vandalisme te ontmoedigen</w:t>
      </w:r>
    </w:p>
    <w:p w14:paraId="4CAD5D52" w14:textId="77777777" w:rsidR="008D0552" w:rsidRPr="003C626B" w:rsidRDefault="00016FF3" w:rsidP="008D0552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Plaatsing</w:t>
      </w:r>
    </w:p>
    <w:p w14:paraId="31E1F133" w14:textId="77777777" w:rsidR="008C0266" w:rsidRPr="003C626B" w:rsidRDefault="00016FF3" w:rsidP="00016FF3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Volgens de richtlijnen van de fabrikant</w:t>
      </w:r>
    </w:p>
    <w:p w14:paraId="43EF0645" w14:textId="77777777" w:rsidR="006F3011" w:rsidRPr="003C626B" w:rsidRDefault="006F3011" w:rsidP="006F3011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CB56AD" w:rsidRPr="003C626B" w14:paraId="6C163359" w14:textId="77777777" w:rsidTr="00CB56AD">
        <w:trPr>
          <w:trHeight w:hRule="exact" w:val="2774"/>
        </w:trPr>
        <w:tc>
          <w:tcPr>
            <w:tcW w:w="2972" w:type="dxa"/>
            <w:vAlign w:val="bottom"/>
          </w:tcPr>
          <w:p w14:paraId="43D06F9D" w14:textId="7248EA81" w:rsidR="00CB56AD" w:rsidRPr="003C626B" w:rsidRDefault="00F77FAD" w:rsidP="009C6207">
            <w:pPr>
              <w:rPr>
                <w:rFonts w:ascii="Arial" w:hAnsi="Arial" w:cs="Arial"/>
              </w:rPr>
            </w:pPr>
            <w:bookmarkStart w:id="1" w:name="_Hlk39065217"/>
            <w:r>
              <w:rPr>
                <w:noProof/>
              </w:rPr>
              <w:drawing>
                <wp:inline distT="0" distB="0" distL="0" distR="0" wp14:anchorId="72595617" wp14:editId="68489AAD">
                  <wp:extent cx="1750060" cy="1562735"/>
                  <wp:effectExtent l="0" t="0" r="254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1562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14:paraId="2E56BF1D" w14:textId="2965D68C" w:rsidR="00CB56AD" w:rsidRPr="003C626B" w:rsidRDefault="00F77FAD" w:rsidP="009C6207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2E4769A" wp14:editId="51A6BF32">
                  <wp:extent cx="1753235" cy="8953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23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14:paraId="50EE96A6" w14:textId="674465FC" w:rsidR="00CB56AD" w:rsidRPr="003C626B" w:rsidRDefault="00F77FAD" w:rsidP="009C6207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609743A" wp14:editId="73BC9C53">
                  <wp:extent cx="2451100" cy="1408430"/>
                  <wp:effectExtent l="0" t="0" r="6350" b="127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100" cy="1408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"/>
    <w:p w14:paraId="2ABCBD64" w14:textId="77777777" w:rsidR="00987539" w:rsidRPr="003C626B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legende:</w:t>
      </w:r>
    </w:p>
    <w:p w14:paraId="25BA7A13" w14:textId="6A31ABEA" w:rsidR="003308B9" w:rsidRDefault="003308B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d = </w:t>
      </w:r>
      <w:r w:rsidR="00EE5476" w:rsidRPr="00635E8A">
        <w:rPr>
          <w:rFonts w:ascii="Arial" w:hAnsi="Arial" w:cs="Arial"/>
        </w:rPr>
        <w:t>4</w:t>
      </w:r>
      <w:r w:rsidRPr="00635E8A">
        <w:rPr>
          <w:rFonts w:ascii="Arial" w:hAnsi="Arial" w:cs="Arial"/>
        </w:rPr>
        <w:t>0</w:t>
      </w:r>
      <w:r w:rsidR="0003312E" w:rsidRPr="00635E8A">
        <w:rPr>
          <w:rFonts w:ascii="Arial" w:hAnsi="Arial" w:cs="Arial"/>
        </w:rPr>
        <w:t xml:space="preserve"> </w:t>
      </w:r>
      <w:r w:rsidRPr="00635E8A">
        <w:rPr>
          <w:rFonts w:ascii="Arial" w:hAnsi="Arial" w:cs="Arial"/>
        </w:rPr>
        <w:t>mm</w:t>
      </w:r>
    </w:p>
    <w:p w14:paraId="0E9D17B6" w14:textId="5E4DAE47" w:rsidR="00DC3574" w:rsidRPr="00635E8A" w:rsidRDefault="00DC3574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D = 17 cm</w:t>
      </w:r>
    </w:p>
    <w:p w14:paraId="7DE9EF15" w14:textId="77777777" w:rsidR="00532386" w:rsidRPr="00635E8A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L = </w:t>
      </w:r>
      <w:r w:rsidR="0003312E" w:rsidRPr="00635E8A">
        <w:rPr>
          <w:rFonts w:ascii="Arial" w:hAnsi="Arial" w:cs="Arial"/>
        </w:rPr>
        <w:t>30 cm</w:t>
      </w:r>
    </w:p>
    <w:p w14:paraId="12860413" w14:textId="77777777"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L1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35,8 cm</w:t>
      </w:r>
    </w:p>
    <w:p w14:paraId="3A5701BA" w14:textId="77777777"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B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13 cm</w:t>
      </w:r>
    </w:p>
    <w:p w14:paraId="36EA1895" w14:textId="77777777"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 = </w:t>
      </w:r>
      <w:r w:rsidR="00EE5476" w:rsidRPr="00635E8A">
        <w:rPr>
          <w:rFonts w:ascii="Arial" w:hAnsi="Arial" w:cs="Arial"/>
        </w:rPr>
        <w:t>6,5</w:t>
      </w:r>
      <w:r w:rsidRPr="00635E8A">
        <w:rPr>
          <w:rFonts w:ascii="Arial" w:hAnsi="Arial" w:cs="Arial"/>
        </w:rPr>
        <w:t xml:space="preserve"> cm</w:t>
      </w:r>
    </w:p>
    <w:p w14:paraId="4DBDE811" w14:textId="2073E145"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H1 = </w:t>
      </w:r>
      <w:r w:rsidR="00DC3574">
        <w:rPr>
          <w:rFonts w:ascii="Arial" w:hAnsi="Arial" w:cs="Arial"/>
        </w:rPr>
        <w:t>9</w:t>
      </w:r>
      <w:r w:rsidR="00EE5476" w:rsidRPr="00635E8A">
        <w:rPr>
          <w:rFonts w:ascii="Arial" w:hAnsi="Arial" w:cs="Arial"/>
        </w:rPr>
        <w:t>,</w:t>
      </w:r>
      <w:r w:rsidR="00DC3574">
        <w:rPr>
          <w:rFonts w:ascii="Arial" w:hAnsi="Arial" w:cs="Arial"/>
        </w:rPr>
        <w:t>4</w:t>
      </w:r>
      <w:r w:rsidRPr="00635E8A">
        <w:rPr>
          <w:rFonts w:ascii="Arial" w:hAnsi="Arial" w:cs="Arial"/>
        </w:rPr>
        <w:t xml:space="preserve"> – </w:t>
      </w:r>
      <w:r w:rsidR="00EE5476" w:rsidRPr="00635E8A">
        <w:rPr>
          <w:rFonts w:ascii="Arial" w:hAnsi="Arial" w:cs="Arial"/>
        </w:rPr>
        <w:t>17,5</w:t>
      </w:r>
      <w:r w:rsidRPr="00635E8A">
        <w:rPr>
          <w:rFonts w:ascii="Arial" w:hAnsi="Arial" w:cs="Arial"/>
        </w:rPr>
        <w:t xml:space="preserve"> cm</w:t>
      </w:r>
    </w:p>
    <w:p w14:paraId="097CA926" w14:textId="77777777" w:rsidR="0003312E" w:rsidRPr="003C626B" w:rsidRDefault="00EE547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h</w:t>
      </w:r>
      <w:r w:rsidR="0003312E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3</w:t>
      </w:r>
      <w:r w:rsidR="0003312E" w:rsidRPr="00635E8A">
        <w:rPr>
          <w:rFonts w:ascii="Arial" w:hAnsi="Arial" w:cs="Arial"/>
        </w:rPr>
        <w:t>,2 cm</w:t>
      </w:r>
    </w:p>
    <w:p w14:paraId="0E71C989" w14:textId="77777777" w:rsidR="00987539" w:rsidRPr="003C626B" w:rsidRDefault="0098753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</w:p>
    <w:sectPr w:rsidR="00987539" w:rsidRPr="003C626B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8FABE" w14:textId="77777777" w:rsidR="003D60AD" w:rsidRDefault="003D60AD">
      <w:r>
        <w:separator/>
      </w:r>
    </w:p>
  </w:endnote>
  <w:endnote w:type="continuationSeparator" w:id="0">
    <w:p w14:paraId="4D995F0F" w14:textId="77777777" w:rsidR="003D60AD" w:rsidRDefault="003D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3308B9" w:rsidRPr="00292A26" w14:paraId="73B68E33" w14:textId="77777777">
      <w:tc>
        <w:tcPr>
          <w:tcW w:w="3392" w:type="dxa"/>
        </w:tcPr>
        <w:p w14:paraId="20C64CAD" w14:textId="77777777" w:rsidR="003308B9" w:rsidRDefault="003308B9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7278544C" w14:textId="77777777" w:rsidR="003308B9" w:rsidRDefault="003308B9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D46E471" w14:textId="77777777" w:rsidR="003308B9" w:rsidRPr="00292A26" w:rsidRDefault="003308B9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D7A41D9" w14:textId="77777777" w:rsidR="003308B9" w:rsidRPr="00292A26" w:rsidRDefault="003308B9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BA5F9" w14:textId="77777777" w:rsidR="003D60AD" w:rsidRDefault="003D60AD">
      <w:r>
        <w:separator/>
      </w:r>
    </w:p>
  </w:footnote>
  <w:footnote w:type="continuationSeparator" w:id="0">
    <w:p w14:paraId="5AEBB472" w14:textId="77777777" w:rsidR="003D60AD" w:rsidRDefault="003D6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0F15B" w14:textId="157F7A21" w:rsidR="003308B9" w:rsidRPr="00B64DD5" w:rsidRDefault="003308B9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C75E62">
      <w:rPr>
        <w:rFonts w:ascii="Arial" w:hAnsi="Arial"/>
        <w:b/>
      </w:rPr>
      <w:t>vloerput voor inloopdouche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E915FC0" wp14:editId="6A131CAB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982B3E" w14:textId="20FE095C" w:rsidR="003308B9" w:rsidRPr="00B64DD5" w:rsidRDefault="00C75E62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voor vloerafwerking van vinyl</w:t>
    </w:r>
    <w:r w:rsidR="003308B9">
      <w:rPr>
        <w:rFonts w:ascii="Arial" w:hAnsi="Arial"/>
        <w:b/>
      </w:rPr>
      <w:t xml:space="preserve">: sifon </w:t>
    </w:r>
    <w:r>
      <w:rPr>
        <w:rFonts w:ascii="Arial" w:hAnsi="Arial"/>
        <w:b/>
      </w:rPr>
      <w:t>heeft</w:t>
    </w:r>
    <w:r w:rsidR="003308B9">
      <w:rPr>
        <w:rFonts w:ascii="Arial" w:hAnsi="Arial"/>
        <w:b/>
      </w:rPr>
      <w:t xml:space="preserve"> </w:t>
    </w:r>
    <w:r>
      <w:rPr>
        <w:rFonts w:ascii="Arial" w:hAnsi="Arial"/>
        <w:b/>
      </w:rPr>
      <w:br/>
    </w:r>
    <w:r w:rsidR="003308B9">
      <w:rPr>
        <w:rFonts w:ascii="Arial" w:hAnsi="Arial"/>
        <w:b/>
      </w:rPr>
      <w:t xml:space="preserve">een waterslot van </w:t>
    </w:r>
    <w:r w:rsidR="00EF200A">
      <w:rPr>
        <w:rFonts w:ascii="Arial" w:hAnsi="Arial"/>
        <w:b/>
      </w:rPr>
      <w:t>3</w:t>
    </w:r>
    <w:r w:rsidR="003308B9">
      <w:rPr>
        <w:rFonts w:ascii="Arial" w:hAnsi="Arial"/>
        <w:b/>
      </w:rPr>
      <w:t xml:space="preserve"> cm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312E"/>
    <w:rsid w:val="00034F21"/>
    <w:rsid w:val="000350EE"/>
    <w:rsid w:val="00041BD2"/>
    <w:rsid w:val="0004421B"/>
    <w:rsid w:val="00045470"/>
    <w:rsid w:val="00045D39"/>
    <w:rsid w:val="00045DA0"/>
    <w:rsid w:val="00045FAA"/>
    <w:rsid w:val="00046FF8"/>
    <w:rsid w:val="00050723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126"/>
    <w:rsid w:val="000B0893"/>
    <w:rsid w:val="000B2CEC"/>
    <w:rsid w:val="000B490E"/>
    <w:rsid w:val="000B5562"/>
    <w:rsid w:val="000B5DD7"/>
    <w:rsid w:val="000B640D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08E9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37D2"/>
    <w:rsid w:val="0012409F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3C5D"/>
    <w:rsid w:val="001E643E"/>
    <w:rsid w:val="001F0B2D"/>
    <w:rsid w:val="001F20D6"/>
    <w:rsid w:val="001F274C"/>
    <w:rsid w:val="001F3DE7"/>
    <w:rsid w:val="001F69E2"/>
    <w:rsid w:val="001F71C1"/>
    <w:rsid w:val="0020639C"/>
    <w:rsid w:val="00206B65"/>
    <w:rsid w:val="0021689F"/>
    <w:rsid w:val="0021757C"/>
    <w:rsid w:val="00217D8E"/>
    <w:rsid w:val="00223BBE"/>
    <w:rsid w:val="002241EC"/>
    <w:rsid w:val="00224E30"/>
    <w:rsid w:val="00225933"/>
    <w:rsid w:val="00232881"/>
    <w:rsid w:val="002366E2"/>
    <w:rsid w:val="002367CD"/>
    <w:rsid w:val="002427CC"/>
    <w:rsid w:val="00243C4C"/>
    <w:rsid w:val="002440EB"/>
    <w:rsid w:val="00245BB4"/>
    <w:rsid w:val="002476DA"/>
    <w:rsid w:val="00247EE2"/>
    <w:rsid w:val="00250037"/>
    <w:rsid w:val="00250726"/>
    <w:rsid w:val="002513A0"/>
    <w:rsid w:val="002536FD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4FE"/>
    <w:rsid w:val="002A46CC"/>
    <w:rsid w:val="002B1898"/>
    <w:rsid w:val="002B1B7D"/>
    <w:rsid w:val="002C0CE6"/>
    <w:rsid w:val="002C3455"/>
    <w:rsid w:val="002D1583"/>
    <w:rsid w:val="002D237E"/>
    <w:rsid w:val="002D4842"/>
    <w:rsid w:val="002D6274"/>
    <w:rsid w:val="002D7DED"/>
    <w:rsid w:val="002E14C4"/>
    <w:rsid w:val="002E33C0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08B9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56956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C626B"/>
    <w:rsid w:val="003D02D6"/>
    <w:rsid w:val="003D2AE8"/>
    <w:rsid w:val="003D3AAD"/>
    <w:rsid w:val="003D60AD"/>
    <w:rsid w:val="003D62A2"/>
    <w:rsid w:val="003D67D8"/>
    <w:rsid w:val="003E022F"/>
    <w:rsid w:val="003E149A"/>
    <w:rsid w:val="003E240D"/>
    <w:rsid w:val="003F08F4"/>
    <w:rsid w:val="003F4D6F"/>
    <w:rsid w:val="004046C3"/>
    <w:rsid w:val="00405FE1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26BF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5918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17A"/>
    <w:rsid w:val="0049798B"/>
    <w:rsid w:val="004A1A5E"/>
    <w:rsid w:val="004A4F1E"/>
    <w:rsid w:val="004B51F8"/>
    <w:rsid w:val="004B54E0"/>
    <w:rsid w:val="004B7DF3"/>
    <w:rsid w:val="004C2E21"/>
    <w:rsid w:val="004C32D3"/>
    <w:rsid w:val="004D015F"/>
    <w:rsid w:val="004D09DC"/>
    <w:rsid w:val="004D1290"/>
    <w:rsid w:val="004D6724"/>
    <w:rsid w:val="004D6F45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155C1"/>
    <w:rsid w:val="0052047A"/>
    <w:rsid w:val="00524F1B"/>
    <w:rsid w:val="00532386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914"/>
    <w:rsid w:val="00556A26"/>
    <w:rsid w:val="0055762C"/>
    <w:rsid w:val="00557F6C"/>
    <w:rsid w:val="00561EED"/>
    <w:rsid w:val="005628E2"/>
    <w:rsid w:val="00562CFC"/>
    <w:rsid w:val="00564DF7"/>
    <w:rsid w:val="005657C2"/>
    <w:rsid w:val="00566F27"/>
    <w:rsid w:val="00567B63"/>
    <w:rsid w:val="00573637"/>
    <w:rsid w:val="00574F19"/>
    <w:rsid w:val="0058037B"/>
    <w:rsid w:val="00580C8D"/>
    <w:rsid w:val="005830D3"/>
    <w:rsid w:val="00587857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65D8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5E8A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CC8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1085"/>
    <w:rsid w:val="00694362"/>
    <w:rsid w:val="00694EDF"/>
    <w:rsid w:val="00695941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0E1"/>
    <w:rsid w:val="006F6C4A"/>
    <w:rsid w:val="006F7497"/>
    <w:rsid w:val="006F7A21"/>
    <w:rsid w:val="007035A6"/>
    <w:rsid w:val="007045FD"/>
    <w:rsid w:val="00707042"/>
    <w:rsid w:val="00716751"/>
    <w:rsid w:val="00722285"/>
    <w:rsid w:val="00727A84"/>
    <w:rsid w:val="00735DE7"/>
    <w:rsid w:val="007428EE"/>
    <w:rsid w:val="00742BC2"/>
    <w:rsid w:val="007438E1"/>
    <w:rsid w:val="007441E6"/>
    <w:rsid w:val="00746A8B"/>
    <w:rsid w:val="00752302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674C"/>
    <w:rsid w:val="00777F6E"/>
    <w:rsid w:val="00785436"/>
    <w:rsid w:val="00792EFD"/>
    <w:rsid w:val="00797007"/>
    <w:rsid w:val="00797CC2"/>
    <w:rsid w:val="00797D66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145B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F0223"/>
    <w:rsid w:val="007F1D48"/>
    <w:rsid w:val="008007D6"/>
    <w:rsid w:val="00801CBD"/>
    <w:rsid w:val="008047B5"/>
    <w:rsid w:val="008053D0"/>
    <w:rsid w:val="0081047B"/>
    <w:rsid w:val="0081484D"/>
    <w:rsid w:val="008149AE"/>
    <w:rsid w:val="008205F8"/>
    <w:rsid w:val="00823E62"/>
    <w:rsid w:val="00823FF8"/>
    <w:rsid w:val="00831680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931E7"/>
    <w:rsid w:val="008939F1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1F52"/>
    <w:rsid w:val="008C4AF9"/>
    <w:rsid w:val="008C6875"/>
    <w:rsid w:val="008D055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3511D"/>
    <w:rsid w:val="00940428"/>
    <w:rsid w:val="00940ACD"/>
    <w:rsid w:val="00942D03"/>
    <w:rsid w:val="00945AE1"/>
    <w:rsid w:val="009462A6"/>
    <w:rsid w:val="009468B8"/>
    <w:rsid w:val="009469DB"/>
    <w:rsid w:val="00952758"/>
    <w:rsid w:val="00954A0C"/>
    <w:rsid w:val="00955BCC"/>
    <w:rsid w:val="00957263"/>
    <w:rsid w:val="0096003C"/>
    <w:rsid w:val="009608B4"/>
    <w:rsid w:val="00960A18"/>
    <w:rsid w:val="009622DE"/>
    <w:rsid w:val="00964154"/>
    <w:rsid w:val="009667D8"/>
    <w:rsid w:val="00966D79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87539"/>
    <w:rsid w:val="009905DF"/>
    <w:rsid w:val="00991542"/>
    <w:rsid w:val="0099290F"/>
    <w:rsid w:val="00993A0B"/>
    <w:rsid w:val="00993A68"/>
    <w:rsid w:val="009A03C5"/>
    <w:rsid w:val="009A1F47"/>
    <w:rsid w:val="009A4167"/>
    <w:rsid w:val="009A4D96"/>
    <w:rsid w:val="009A5F33"/>
    <w:rsid w:val="009B3DB4"/>
    <w:rsid w:val="009B433A"/>
    <w:rsid w:val="009B608D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1F6E"/>
    <w:rsid w:val="009F54CF"/>
    <w:rsid w:val="00A04395"/>
    <w:rsid w:val="00A07334"/>
    <w:rsid w:val="00A07E31"/>
    <w:rsid w:val="00A14E12"/>
    <w:rsid w:val="00A204AD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6E4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C5EF1"/>
    <w:rsid w:val="00AD2BCF"/>
    <w:rsid w:val="00AE0481"/>
    <w:rsid w:val="00AE0B4C"/>
    <w:rsid w:val="00AE1C8E"/>
    <w:rsid w:val="00AF5AAB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2CE5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675DB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736"/>
    <w:rsid w:val="00BA6C8C"/>
    <w:rsid w:val="00BA7D5E"/>
    <w:rsid w:val="00BB21EE"/>
    <w:rsid w:val="00BB5D16"/>
    <w:rsid w:val="00BB6C64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5A93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174"/>
    <w:rsid w:val="00C21531"/>
    <w:rsid w:val="00C22596"/>
    <w:rsid w:val="00C22947"/>
    <w:rsid w:val="00C23C1D"/>
    <w:rsid w:val="00C2485A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38D7"/>
    <w:rsid w:val="00C5722A"/>
    <w:rsid w:val="00C614F6"/>
    <w:rsid w:val="00C624AE"/>
    <w:rsid w:val="00C65BD9"/>
    <w:rsid w:val="00C66F11"/>
    <w:rsid w:val="00C673ED"/>
    <w:rsid w:val="00C7084C"/>
    <w:rsid w:val="00C7143F"/>
    <w:rsid w:val="00C718BE"/>
    <w:rsid w:val="00C723FF"/>
    <w:rsid w:val="00C74455"/>
    <w:rsid w:val="00C75E62"/>
    <w:rsid w:val="00C81CE0"/>
    <w:rsid w:val="00C8292C"/>
    <w:rsid w:val="00C85EEE"/>
    <w:rsid w:val="00C91270"/>
    <w:rsid w:val="00C93193"/>
    <w:rsid w:val="00C9421E"/>
    <w:rsid w:val="00C95C95"/>
    <w:rsid w:val="00CA009B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56AD"/>
    <w:rsid w:val="00CB6D62"/>
    <w:rsid w:val="00CB7793"/>
    <w:rsid w:val="00CC29D1"/>
    <w:rsid w:val="00CC3FC6"/>
    <w:rsid w:val="00CD159B"/>
    <w:rsid w:val="00CD25BF"/>
    <w:rsid w:val="00CD60CF"/>
    <w:rsid w:val="00CE0306"/>
    <w:rsid w:val="00CE2CFB"/>
    <w:rsid w:val="00CE2FAA"/>
    <w:rsid w:val="00CE342D"/>
    <w:rsid w:val="00CE3F9E"/>
    <w:rsid w:val="00CE55EB"/>
    <w:rsid w:val="00CE5958"/>
    <w:rsid w:val="00CE6AC8"/>
    <w:rsid w:val="00CF0568"/>
    <w:rsid w:val="00CF0705"/>
    <w:rsid w:val="00CF1531"/>
    <w:rsid w:val="00CF3034"/>
    <w:rsid w:val="00CF3356"/>
    <w:rsid w:val="00D00737"/>
    <w:rsid w:val="00D014C5"/>
    <w:rsid w:val="00D051E3"/>
    <w:rsid w:val="00D05535"/>
    <w:rsid w:val="00D063B0"/>
    <w:rsid w:val="00D07849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2A59"/>
    <w:rsid w:val="00DA6563"/>
    <w:rsid w:val="00DB0EF7"/>
    <w:rsid w:val="00DC3574"/>
    <w:rsid w:val="00DC410C"/>
    <w:rsid w:val="00DC5EDD"/>
    <w:rsid w:val="00DD03C4"/>
    <w:rsid w:val="00DD264D"/>
    <w:rsid w:val="00DD45C4"/>
    <w:rsid w:val="00DD695C"/>
    <w:rsid w:val="00DD7701"/>
    <w:rsid w:val="00DD7FB0"/>
    <w:rsid w:val="00DE002D"/>
    <w:rsid w:val="00DE02C6"/>
    <w:rsid w:val="00DE1337"/>
    <w:rsid w:val="00DE1C87"/>
    <w:rsid w:val="00DE3392"/>
    <w:rsid w:val="00DE4601"/>
    <w:rsid w:val="00DF1956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3E94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5F71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E5476"/>
    <w:rsid w:val="00EF01BB"/>
    <w:rsid w:val="00EF200A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17B7"/>
    <w:rsid w:val="00F4227F"/>
    <w:rsid w:val="00F426AA"/>
    <w:rsid w:val="00F43A98"/>
    <w:rsid w:val="00F45315"/>
    <w:rsid w:val="00F46616"/>
    <w:rsid w:val="00F46BF5"/>
    <w:rsid w:val="00F500BE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7BF7"/>
    <w:rsid w:val="00F77FAD"/>
    <w:rsid w:val="00F821DD"/>
    <w:rsid w:val="00F8278A"/>
    <w:rsid w:val="00F84B09"/>
    <w:rsid w:val="00F90DAD"/>
    <w:rsid w:val="00F90DDA"/>
    <w:rsid w:val="00F90FD8"/>
    <w:rsid w:val="00F949C0"/>
    <w:rsid w:val="00F94EF8"/>
    <w:rsid w:val="00F97C9F"/>
    <w:rsid w:val="00FA299D"/>
    <w:rsid w:val="00FA51F1"/>
    <w:rsid w:val="00FB0DEC"/>
    <w:rsid w:val="00FB0EBB"/>
    <w:rsid w:val="00FB1791"/>
    <w:rsid w:val="00FB2ACF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1F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9528311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BA7D57A-11F6-44B1-BC7D-75BD6F1C9A02}"/>
</file>

<file path=customXml/itemProps2.xml><?xml version="1.0" encoding="utf-8"?>
<ds:datastoreItem xmlns:ds="http://schemas.openxmlformats.org/officeDocument/2006/customXml" ds:itemID="{3ED4F291-439E-412A-AA36-7EDF238238AE}"/>
</file>

<file path=customXml/itemProps3.xml><?xml version="1.0" encoding="utf-8"?>
<ds:datastoreItem xmlns:ds="http://schemas.openxmlformats.org/officeDocument/2006/customXml" ds:itemID="{3482F1BB-A7B2-4543-9F4E-AA51A55D258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57</TotalTime>
  <Pages>2</Pages>
  <Words>302</Words>
  <Characters>1430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2022-08-02T12:16:00Z</dcterms:created>
  <dcterms:modified xsi:type="dcterms:W3CDTF">2022-08-02T13:14:00Z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2022-08-02T12:16:52Z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431900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